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C6765F" w:rsidRPr="000A63AF" w14:paraId="0E33E6A3" w14:textId="77777777" w:rsidTr="00F04FE3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0868E619" w14:textId="77777777" w:rsidR="00C6765F" w:rsidRDefault="00105331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Which is better value:</w:t>
            </w:r>
          </w:p>
          <w:p w14:paraId="49DDADF6" w14:textId="77777777" w:rsidR="00105331" w:rsidRDefault="00105331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12 cans of coke for £4</w:t>
            </w:r>
          </w:p>
          <w:p w14:paraId="543BE07C" w14:textId="2AD2E93A" w:rsidR="00105331" w:rsidRPr="005D37DE" w:rsidRDefault="00105331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30 cans of coke for </w:t>
            </w:r>
            <w:r w:rsidR="00493EE3">
              <w:rPr>
                <w:rFonts w:ascii="Century Gothic" w:hAnsi="Century Gothic"/>
              </w:rPr>
              <w:t>£9</w:t>
            </w:r>
          </w:p>
        </w:tc>
        <w:tc>
          <w:tcPr>
            <w:tcW w:w="425" w:type="dxa"/>
            <w:tcBorders>
              <w:right w:val="nil"/>
            </w:tcBorders>
          </w:tcPr>
          <w:p w14:paraId="181FE9F0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042963A3" w14:textId="77777777" w:rsidR="00493EE3" w:rsidRDefault="009F6C6A" w:rsidP="005D37DE">
            <w:pPr>
              <w:spacing w:before="120" w:after="0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Find 23% of £425 </w:t>
            </w:r>
          </w:p>
          <w:p w14:paraId="1B5E5D74" w14:textId="42E00E66" w:rsidR="00C6765F" w:rsidRPr="005D37DE" w:rsidRDefault="009F6C6A" w:rsidP="00493EE3">
            <w:pPr>
              <w:spacing w:after="0"/>
              <w:rPr>
                <w:rFonts w:ascii="Century Gothic" w:eastAsiaTheme="minorEastAsia" w:hAnsi="Century Gothic"/>
              </w:rPr>
            </w:pPr>
            <w:r>
              <w:rPr>
                <w:rFonts w:ascii="Century Gothic" w:hAnsi="Century Gothic" w:cs="Tahoma"/>
              </w:rPr>
              <w:t>(use a calculator)</w:t>
            </w:r>
          </w:p>
        </w:tc>
      </w:tr>
      <w:tr w:rsidR="00C6765F" w:rsidRPr="00C240D5" w14:paraId="02717925" w14:textId="77777777" w:rsidTr="00F04FE3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7AFFEBD7" w14:textId="78FE3B59" w:rsidR="00125C71" w:rsidRDefault="002C5377" w:rsidP="005D37DE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F3ACF4C" wp14:editId="08670ECB">
                      <wp:simplePos x="0" y="0"/>
                      <wp:positionH relativeFrom="column">
                        <wp:posOffset>2403475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E84D874" id="Oval 3" o:spid="_x0000_s1026" style="position:absolute;margin-left:189.25pt;margin-top:3.65pt;width:65.7pt;height:65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" fillcolor="white [3201]" strokecolor="black [3200]" strokeweight="2pt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1E486E2" wp14:editId="6A3EDB11">
                      <wp:simplePos x="0" y="0"/>
                      <wp:positionH relativeFrom="column">
                        <wp:posOffset>2517140</wp:posOffset>
                      </wp:positionH>
                      <wp:positionV relativeFrom="paragraph">
                        <wp:posOffset>191770</wp:posOffset>
                      </wp:positionV>
                      <wp:extent cx="596900" cy="544195"/>
                      <wp:effectExtent l="0" t="0" r="12700" b="1460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6900" cy="5441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CEAA6F" id="Straight Connector 5" o:spid="_x0000_s1026" style="position:absolute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2pt,15.1pt" to="245.2pt,57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" strokecolor="black [3040]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F65BAB4" wp14:editId="6DF5766F">
                      <wp:simplePos x="0" y="0"/>
                      <wp:positionH relativeFrom="column">
                        <wp:posOffset>2517503</wp:posOffset>
                      </wp:positionH>
                      <wp:positionV relativeFrom="paragraph">
                        <wp:posOffset>257175</wp:posOffset>
                      </wp:positionV>
                      <wp:extent cx="471170" cy="27559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21D447" w14:textId="2C7FF735" w:rsidR="002C5377" w:rsidRDefault="002C5377">
                                  <w:r>
                                    <w:t>8cm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F65BA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198.25pt;margin-top:20.25pt;width:37.1pt;height:21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" filled="f" stroked="f" strokeweight=".5pt">
                      <v:textbox>
                        <w:txbxContent>
                          <w:p w14:paraId="3B21D447" w14:textId="2C7FF735" w:rsidR="002C5377" w:rsidRDefault="002C5377">
                            <w:r>
                              <w:t>8cm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>A circle has a diameter of 8cm.</w:t>
            </w:r>
          </w:p>
          <w:p w14:paraId="5155B1A5" w14:textId="397CD6C2" w:rsidR="002C5377" w:rsidRPr="005D37DE" w:rsidRDefault="002C5377" w:rsidP="002C5377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Work out its circumference.</w:t>
            </w:r>
          </w:p>
          <w:p w14:paraId="683B8A61" w14:textId="04ECA9DF" w:rsidR="000740DB" w:rsidRPr="005D37DE" w:rsidRDefault="000740DB" w:rsidP="005D37DE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67491640" w14:textId="1F90C4A4" w:rsidR="0020147F" w:rsidRDefault="0020147F" w:rsidP="0020147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Factorise</w:t>
            </w:r>
          </w:p>
          <w:p w14:paraId="4346815B" w14:textId="2DD67B03" w:rsidR="0020147F" w:rsidRDefault="0020147F" w:rsidP="0020147F">
            <w:pPr>
              <w:rPr>
                <w:rFonts w:ascii="Tahoma" w:eastAsiaTheme="minorEastAsia" w:hAnsi="Tahoma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+7x+10</m:t>
                </m:r>
              </m:oMath>
            </m:oMathPara>
          </w:p>
          <w:p w14:paraId="35867634" w14:textId="02DD69A3" w:rsidR="00C6765F" w:rsidRPr="005D37DE" w:rsidRDefault="0020147F" w:rsidP="0020147F">
            <w:pPr>
              <w:spacing w:before="120" w:after="0"/>
              <w:rPr>
                <w:rFonts w:ascii="Century Gothic" w:hAnsi="Century Gothic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(x+ ______)(x+______)</m:t>
                </m:r>
              </m:oMath>
            </m:oMathPara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388B024E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46A5E32A" w:rsidR="00C6765F" w:rsidRP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6C24B3B1" wp14:editId="570E711B">
                  <wp:extent cx="1742541" cy="819397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2672" cy="819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4277308B" w:rsidR="00525119" w:rsidRDefault="009A72D8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39577E24">
            <wp:simplePos x="0" y="0"/>
            <wp:positionH relativeFrom="column">
              <wp:posOffset>6054090</wp:posOffset>
            </wp:positionH>
            <wp:positionV relativeFrom="paragraph">
              <wp:posOffset>3485969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C6765F">
        <w:rPr>
          <w:rFonts w:ascii="Segoe Print" w:hAnsi="Segoe Print"/>
          <w:b/>
          <w:sz w:val="24"/>
        </w:rPr>
        <w:t>2</w:t>
      </w:r>
      <w:r w:rsidR="00E54E19">
        <w:rPr>
          <w:rFonts w:ascii="Segoe Print" w:hAnsi="Segoe Print"/>
          <w:b/>
          <w:sz w:val="24"/>
        </w:rPr>
        <w:t>2</w:t>
      </w:r>
      <w:r w:rsidR="00D51195" w:rsidRPr="0090117B">
        <w:rPr>
          <w:rFonts w:ascii="Segoe Print" w:hAnsi="Segoe Print"/>
          <w:b/>
          <w:sz w:val="24"/>
        </w:rPr>
        <w:t>.1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49757958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3ABD05B4" w14:textId="77777777" w:rsidR="009A72D8" w:rsidRDefault="009A72D8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p w14:paraId="6B4D54EC" w14:textId="72083B4E" w:rsidR="000A63AF" w:rsidRDefault="000A63AF" w:rsidP="00666CDC">
      <w:pPr>
        <w:spacing w:after="120"/>
        <w:ind w:firstLine="720"/>
        <w:rPr>
          <w:rFonts w:ascii="Avenir Book" w:hAnsi="Avenir Book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9A72D8" w:rsidRPr="000A63AF" w14:paraId="267D092D" w14:textId="77777777" w:rsidTr="00650E57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721D16CF" w14:textId="77777777" w:rsidR="009A72D8" w:rsidRPr="00C240D5" w:rsidRDefault="009A72D8" w:rsidP="00650E57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6100EEF2" w14:textId="77777777" w:rsidR="009A72D8" w:rsidRDefault="009A72D8" w:rsidP="00650E57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Which is better value:</w:t>
            </w:r>
          </w:p>
          <w:p w14:paraId="7BDB9B8B" w14:textId="77777777" w:rsidR="009A72D8" w:rsidRDefault="009A72D8" w:rsidP="00650E57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12 cans of coke for £4</w:t>
            </w:r>
          </w:p>
          <w:p w14:paraId="32EB1756" w14:textId="77777777" w:rsidR="009A72D8" w:rsidRPr="005D37DE" w:rsidRDefault="009A72D8" w:rsidP="00650E57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30 cans of coke for £9</w:t>
            </w:r>
          </w:p>
        </w:tc>
        <w:tc>
          <w:tcPr>
            <w:tcW w:w="425" w:type="dxa"/>
            <w:tcBorders>
              <w:right w:val="nil"/>
            </w:tcBorders>
          </w:tcPr>
          <w:p w14:paraId="7FEB112F" w14:textId="77777777" w:rsidR="009A72D8" w:rsidRPr="005D37DE" w:rsidRDefault="009A72D8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77FF3B32" w14:textId="77777777" w:rsidR="009A72D8" w:rsidRDefault="009A72D8" w:rsidP="00650E57">
            <w:pPr>
              <w:spacing w:before="120" w:after="0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Find 23% of £425 </w:t>
            </w:r>
          </w:p>
          <w:p w14:paraId="158EE893" w14:textId="77777777" w:rsidR="009A72D8" w:rsidRPr="005D37DE" w:rsidRDefault="009A72D8" w:rsidP="00650E57">
            <w:pPr>
              <w:spacing w:after="0"/>
              <w:rPr>
                <w:rFonts w:ascii="Century Gothic" w:eastAsiaTheme="minorEastAsia" w:hAnsi="Century Gothic"/>
              </w:rPr>
            </w:pPr>
            <w:r>
              <w:rPr>
                <w:rFonts w:ascii="Century Gothic" w:hAnsi="Century Gothic" w:cs="Tahoma"/>
              </w:rPr>
              <w:t>(use a calculator)</w:t>
            </w:r>
          </w:p>
        </w:tc>
      </w:tr>
      <w:tr w:rsidR="009A72D8" w:rsidRPr="00C240D5" w14:paraId="58686C79" w14:textId="77777777" w:rsidTr="00650E57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5D5B88C" w14:textId="77777777" w:rsidR="009A72D8" w:rsidRPr="00C240D5" w:rsidRDefault="009A72D8" w:rsidP="00650E57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1315AB5A" w14:textId="77777777" w:rsidR="009A72D8" w:rsidRDefault="009A72D8" w:rsidP="00650E57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FB24F4A" wp14:editId="1698999C">
                      <wp:simplePos x="0" y="0"/>
                      <wp:positionH relativeFrom="column">
                        <wp:posOffset>2403475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872012" id="Oval 7" o:spid="_x0000_s1026" style="position:absolute;margin-left:189.25pt;margin-top:3.65pt;width:65.7pt;height:65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" fillcolor="white [3201]" strokecolor="black [3200]" strokeweight="2pt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749B356" wp14:editId="6171D6E3">
                      <wp:simplePos x="0" y="0"/>
                      <wp:positionH relativeFrom="column">
                        <wp:posOffset>2517140</wp:posOffset>
                      </wp:positionH>
                      <wp:positionV relativeFrom="paragraph">
                        <wp:posOffset>191770</wp:posOffset>
                      </wp:positionV>
                      <wp:extent cx="596900" cy="544195"/>
                      <wp:effectExtent l="0" t="0" r="12700" b="14605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6900" cy="5441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9186FE" id="Straight Connector 8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2pt,15.1pt" to="245.2pt,57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" strokecolor="black [3040]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74DAAFD" wp14:editId="29A594A9">
                      <wp:simplePos x="0" y="0"/>
                      <wp:positionH relativeFrom="column">
                        <wp:posOffset>2517503</wp:posOffset>
                      </wp:positionH>
                      <wp:positionV relativeFrom="paragraph">
                        <wp:posOffset>257175</wp:posOffset>
                      </wp:positionV>
                      <wp:extent cx="471170" cy="27559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EF3DF1" w14:textId="77777777" w:rsidR="009A72D8" w:rsidRDefault="009A72D8" w:rsidP="009A72D8">
                                  <w:r>
                                    <w:t>8cm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4DAAFD" id="Text Box 9" o:spid="_x0000_s1027" type="#_x0000_t202" style="position:absolute;margin-left:198.25pt;margin-top:20.25pt;width:37.1pt;height:21.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" filled="f" stroked="f" strokeweight=".5pt">
                      <v:textbox>
                        <w:txbxContent>
                          <w:p w14:paraId="11EF3DF1" w14:textId="77777777" w:rsidR="009A72D8" w:rsidRDefault="009A72D8" w:rsidP="009A72D8">
                            <w:r>
                              <w:t>8cm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>A circle has a diameter of 8cm.</w:t>
            </w:r>
          </w:p>
          <w:p w14:paraId="415B6307" w14:textId="77777777" w:rsidR="009A72D8" w:rsidRPr="005D37DE" w:rsidRDefault="009A72D8" w:rsidP="00650E57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Work out its circumference.</w:t>
            </w:r>
          </w:p>
          <w:p w14:paraId="69F2DA62" w14:textId="77777777" w:rsidR="009A72D8" w:rsidRPr="005D37DE" w:rsidRDefault="009A72D8" w:rsidP="00650E57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4B0CF73" w14:textId="77777777" w:rsidR="009A72D8" w:rsidRPr="005D37DE" w:rsidRDefault="009A72D8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2E132D32" w14:textId="77777777" w:rsidR="009A72D8" w:rsidRDefault="009A72D8" w:rsidP="00650E5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Factorise</w:t>
            </w:r>
          </w:p>
          <w:p w14:paraId="30B99668" w14:textId="77777777" w:rsidR="009A72D8" w:rsidRDefault="009A72D8" w:rsidP="00650E57">
            <w:pPr>
              <w:rPr>
                <w:rFonts w:ascii="Tahoma" w:eastAsiaTheme="minorEastAsia" w:hAnsi="Tahoma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+7x+10</m:t>
                </m:r>
              </m:oMath>
            </m:oMathPara>
          </w:p>
          <w:p w14:paraId="5ACBD2F2" w14:textId="77777777" w:rsidR="009A72D8" w:rsidRPr="005D37DE" w:rsidRDefault="009A72D8" w:rsidP="00650E57">
            <w:pPr>
              <w:spacing w:before="120" w:after="0"/>
              <w:rPr>
                <w:rFonts w:ascii="Century Gothic" w:hAnsi="Century Gothic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(x+ ______)(x+______)</m:t>
                </m:r>
              </m:oMath>
            </m:oMathPara>
          </w:p>
        </w:tc>
      </w:tr>
      <w:tr w:rsidR="009A72D8" w:rsidRPr="00C240D5" w14:paraId="6184AA82" w14:textId="77777777" w:rsidTr="00650E57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391640A3" w14:textId="77777777" w:rsidR="009A72D8" w:rsidRPr="00C240D5" w:rsidRDefault="009A72D8" w:rsidP="00650E57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5BA8F86" w14:textId="77777777" w:rsidR="009A72D8" w:rsidRDefault="009A72D8" w:rsidP="00650E57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0120C726" w14:textId="77777777" w:rsidR="009A72D8" w:rsidRPr="009F6C6A" w:rsidRDefault="009A72D8" w:rsidP="00650E57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5044EEAF" wp14:editId="7F85A0DD">
                  <wp:extent cx="1742541" cy="819397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2672" cy="819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8E35CA" w14:textId="77777777" w:rsidR="009A72D8" w:rsidRDefault="009A72D8" w:rsidP="009A72D8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94080" behindDoc="0" locked="0" layoutInCell="1" allowOverlap="1" wp14:anchorId="447930B3" wp14:editId="784E2AF3">
            <wp:simplePos x="0" y="0"/>
            <wp:positionH relativeFrom="column">
              <wp:posOffset>6054090</wp:posOffset>
            </wp:positionH>
            <wp:positionV relativeFrom="paragraph">
              <wp:posOffset>3485969</wp:posOffset>
            </wp:positionV>
            <wp:extent cx="572135" cy="401320"/>
            <wp:effectExtent l="0" t="0" r="0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3056" behindDoc="0" locked="0" layoutInCell="1" allowOverlap="1" wp14:anchorId="69D2AA01" wp14:editId="51D0E0C6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2" name="Picture 1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2032" behindDoc="0" locked="0" layoutInCell="1" allowOverlap="1" wp14:anchorId="554BE1CC" wp14:editId="5B222F1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9" name="Picture 1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22</w:t>
      </w:r>
      <w:r w:rsidRPr="0090117B">
        <w:rPr>
          <w:rFonts w:ascii="Segoe Print" w:hAnsi="Segoe Print"/>
          <w:b/>
          <w:sz w:val="24"/>
        </w:rPr>
        <w:t>.1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740DB"/>
    <w:rsid w:val="000A43CA"/>
    <w:rsid w:val="000A63AF"/>
    <w:rsid w:val="00105331"/>
    <w:rsid w:val="00125C71"/>
    <w:rsid w:val="001826A9"/>
    <w:rsid w:val="0020147F"/>
    <w:rsid w:val="00213C21"/>
    <w:rsid w:val="002A3B06"/>
    <w:rsid w:val="002C5377"/>
    <w:rsid w:val="002D5D86"/>
    <w:rsid w:val="00333535"/>
    <w:rsid w:val="003F51D8"/>
    <w:rsid w:val="004008D8"/>
    <w:rsid w:val="00493EE3"/>
    <w:rsid w:val="0050136B"/>
    <w:rsid w:val="00505FC9"/>
    <w:rsid w:val="00525119"/>
    <w:rsid w:val="005D37DE"/>
    <w:rsid w:val="0064471D"/>
    <w:rsid w:val="00666CDC"/>
    <w:rsid w:val="00705472"/>
    <w:rsid w:val="007B4226"/>
    <w:rsid w:val="007E2C1A"/>
    <w:rsid w:val="0090117B"/>
    <w:rsid w:val="0090585D"/>
    <w:rsid w:val="0099142F"/>
    <w:rsid w:val="009A72D8"/>
    <w:rsid w:val="009F6C6A"/>
    <w:rsid w:val="00AD3C1A"/>
    <w:rsid w:val="00B40DC9"/>
    <w:rsid w:val="00BE7AC9"/>
    <w:rsid w:val="00C240D5"/>
    <w:rsid w:val="00C41860"/>
    <w:rsid w:val="00C6765F"/>
    <w:rsid w:val="00D51195"/>
    <w:rsid w:val="00D723BE"/>
    <w:rsid w:val="00DB511B"/>
    <w:rsid w:val="00E20822"/>
    <w:rsid w:val="00E54E19"/>
    <w:rsid w:val="00E7749A"/>
    <w:rsid w:val="00EA0CA1"/>
    <w:rsid w:val="00EC4CCA"/>
    <w:rsid w:val="00F04FE3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10</cp:revision>
  <cp:lastPrinted>2019-03-11T14:51:00Z</cp:lastPrinted>
  <dcterms:created xsi:type="dcterms:W3CDTF">2019-03-04T10:36:00Z</dcterms:created>
  <dcterms:modified xsi:type="dcterms:W3CDTF">2019-03-11T14:51:00Z</dcterms:modified>
</cp:coreProperties>
</file>